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034E1" w14:textId="77777777" w:rsidR="006E5D65" w:rsidRPr="001958E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1958EC">
        <w:rPr>
          <w:rFonts w:ascii="Corbel" w:hAnsi="Corbel"/>
          <w:bCs/>
          <w:i/>
        </w:rPr>
        <w:t xml:space="preserve">Załącznik nr </w:t>
      </w:r>
      <w:r w:rsidR="006F31E2" w:rsidRPr="001958EC">
        <w:rPr>
          <w:rFonts w:ascii="Corbel" w:hAnsi="Corbel"/>
          <w:bCs/>
          <w:i/>
        </w:rPr>
        <w:t>1.5</w:t>
      </w:r>
      <w:r w:rsidR="00D8678B" w:rsidRPr="001958EC">
        <w:rPr>
          <w:rFonts w:ascii="Corbel" w:hAnsi="Corbel"/>
          <w:bCs/>
          <w:i/>
        </w:rPr>
        <w:t xml:space="preserve"> do Zarządzenia</w:t>
      </w:r>
      <w:r w:rsidR="002A22BF" w:rsidRPr="001958EC">
        <w:rPr>
          <w:rFonts w:ascii="Corbel" w:hAnsi="Corbel"/>
          <w:bCs/>
          <w:i/>
        </w:rPr>
        <w:t xml:space="preserve"> Rektora UR </w:t>
      </w:r>
      <w:r w:rsidRPr="001958EC">
        <w:rPr>
          <w:rFonts w:ascii="Corbel" w:hAnsi="Corbel"/>
          <w:bCs/>
          <w:i/>
        </w:rPr>
        <w:t xml:space="preserve"> nr </w:t>
      </w:r>
      <w:r w:rsidR="00F17567" w:rsidRPr="001958EC">
        <w:rPr>
          <w:rFonts w:ascii="Corbel" w:hAnsi="Corbel"/>
          <w:bCs/>
          <w:i/>
        </w:rPr>
        <w:t>12/2019</w:t>
      </w:r>
    </w:p>
    <w:p w14:paraId="52197BDF" w14:textId="77777777" w:rsidR="0085747A" w:rsidRPr="001958E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58EC">
        <w:rPr>
          <w:rFonts w:ascii="Corbel" w:hAnsi="Corbel"/>
          <w:b/>
          <w:smallCaps/>
          <w:sz w:val="24"/>
          <w:szCs w:val="24"/>
        </w:rPr>
        <w:t>SYLABUS</w:t>
      </w:r>
    </w:p>
    <w:p w14:paraId="36B1F593" w14:textId="52DB7732" w:rsidR="0085747A" w:rsidRPr="001958E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1958E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958EC">
        <w:rPr>
          <w:rFonts w:ascii="Corbel" w:hAnsi="Corbel"/>
          <w:b/>
          <w:smallCaps/>
          <w:sz w:val="24"/>
          <w:szCs w:val="24"/>
        </w:rPr>
        <w:t xml:space="preserve"> 2020-202</w:t>
      </w:r>
      <w:r w:rsidR="00164668" w:rsidRPr="001958EC">
        <w:rPr>
          <w:rFonts w:ascii="Corbel" w:hAnsi="Corbel"/>
          <w:b/>
          <w:smallCaps/>
          <w:sz w:val="24"/>
          <w:szCs w:val="24"/>
        </w:rPr>
        <w:t>2</w:t>
      </w:r>
      <w:r w:rsidR="00DC6D0C" w:rsidRPr="001958EC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8E7886" w14:textId="4878AB5B" w:rsidR="00445970" w:rsidRPr="001958EC" w:rsidRDefault="00445970" w:rsidP="00794B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958EC">
        <w:rPr>
          <w:rFonts w:ascii="Corbel" w:hAnsi="Corbel"/>
          <w:sz w:val="20"/>
          <w:szCs w:val="20"/>
        </w:rPr>
        <w:t xml:space="preserve">Rok akademicki </w:t>
      </w:r>
      <w:r w:rsidR="002829B0" w:rsidRPr="001958EC">
        <w:rPr>
          <w:rFonts w:ascii="Corbel" w:hAnsi="Corbel"/>
          <w:sz w:val="20"/>
          <w:szCs w:val="20"/>
        </w:rPr>
        <w:t>2020/2021</w:t>
      </w:r>
    </w:p>
    <w:p w14:paraId="6EB28385" w14:textId="77777777" w:rsidR="0085747A" w:rsidRPr="001958E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C7329" w14:textId="30BB2484" w:rsidR="0085747A" w:rsidRPr="001958EC" w:rsidRDefault="0085747A" w:rsidP="00794BC2">
      <w:pPr>
        <w:pStyle w:val="Punktygwne"/>
        <w:numPr>
          <w:ilvl w:val="0"/>
          <w:numId w:val="2"/>
        </w:numPr>
        <w:spacing w:before="0" w:after="0"/>
        <w:ind w:left="426" w:hanging="283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 xml:space="preserve">Podstawowe </w:t>
      </w:r>
      <w:r w:rsidR="00445970" w:rsidRPr="001958EC">
        <w:rPr>
          <w:rFonts w:ascii="Corbel" w:hAnsi="Corbel"/>
          <w:szCs w:val="24"/>
        </w:rPr>
        <w:t>informacje o przedmiocie</w:t>
      </w:r>
      <w:r w:rsidR="00794BC2" w:rsidRPr="001958EC">
        <w:rPr>
          <w:rFonts w:ascii="Corbel" w:hAnsi="Corbel"/>
          <w:szCs w:val="24"/>
        </w:rPr>
        <w:t xml:space="preserve"> </w:t>
      </w:r>
    </w:p>
    <w:p w14:paraId="5915B484" w14:textId="77777777" w:rsidR="00794BC2" w:rsidRPr="001958EC" w:rsidRDefault="00794BC2" w:rsidP="00794BC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958EC" w14:paraId="32BED14D" w14:textId="77777777" w:rsidTr="002829B0">
        <w:tc>
          <w:tcPr>
            <w:tcW w:w="2694" w:type="dxa"/>
            <w:vAlign w:val="center"/>
          </w:tcPr>
          <w:p w14:paraId="488AD0D3" w14:textId="77777777" w:rsidR="0085747A" w:rsidRPr="001958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79FBD5" w14:textId="77777777" w:rsidR="0085747A" w:rsidRPr="001958EC" w:rsidRDefault="0029636F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Techniki menedżerskie w sektorze publicznym</w:t>
            </w:r>
          </w:p>
        </w:tc>
      </w:tr>
      <w:tr w:rsidR="0085747A" w:rsidRPr="001958EC" w14:paraId="6BF1C234" w14:textId="77777777" w:rsidTr="002829B0">
        <w:tc>
          <w:tcPr>
            <w:tcW w:w="2694" w:type="dxa"/>
            <w:vAlign w:val="center"/>
          </w:tcPr>
          <w:p w14:paraId="5D705648" w14:textId="77777777" w:rsidR="0085747A" w:rsidRPr="001958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AAE3CB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</w:t>
            </w:r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</w:t>
            </w: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</w:t>
            </w:r>
            <w:proofErr w:type="spellStart"/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</w:t>
            </w:r>
            <w:r w:rsidR="00740CB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1</w:t>
            </w:r>
            <w:r w:rsidR="006471DE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b</w:t>
            </w:r>
          </w:p>
        </w:tc>
      </w:tr>
      <w:tr w:rsidR="0085747A" w:rsidRPr="001958EC" w14:paraId="3C3B799C" w14:textId="77777777" w:rsidTr="002829B0">
        <w:tc>
          <w:tcPr>
            <w:tcW w:w="2694" w:type="dxa"/>
            <w:vAlign w:val="center"/>
          </w:tcPr>
          <w:p w14:paraId="34B42E77" w14:textId="77777777" w:rsidR="0085747A" w:rsidRPr="001958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958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76285" w14:textId="77777777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794BC2" w:rsidRPr="001958EC" w14:paraId="374B75D9" w14:textId="77777777" w:rsidTr="002829B0">
        <w:tc>
          <w:tcPr>
            <w:tcW w:w="2694" w:type="dxa"/>
            <w:vAlign w:val="center"/>
          </w:tcPr>
          <w:p w14:paraId="50B521B9" w14:textId="77777777" w:rsidR="00794BC2" w:rsidRPr="001958EC" w:rsidRDefault="00794BC2" w:rsidP="00794B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DB9E0F" w14:textId="47785FA2" w:rsidR="00794BC2" w:rsidRPr="001958EC" w:rsidRDefault="00794BC2" w:rsidP="00794BC2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958EC" w14:paraId="28870E80" w14:textId="77777777" w:rsidTr="002829B0">
        <w:tc>
          <w:tcPr>
            <w:tcW w:w="2694" w:type="dxa"/>
            <w:vAlign w:val="center"/>
          </w:tcPr>
          <w:p w14:paraId="64F4DBD9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A301C1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958EC" w14:paraId="6EDA0302" w14:textId="77777777" w:rsidTr="002829B0">
        <w:tc>
          <w:tcPr>
            <w:tcW w:w="2694" w:type="dxa"/>
            <w:vAlign w:val="center"/>
          </w:tcPr>
          <w:p w14:paraId="6043FF9E" w14:textId="77777777" w:rsidR="0085747A" w:rsidRPr="001958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B2364D" w14:textId="1F83F44A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94BC2" w:rsidRPr="001958E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958EC" w14:paraId="451487A6" w14:textId="77777777" w:rsidTr="002829B0">
        <w:tc>
          <w:tcPr>
            <w:tcW w:w="2694" w:type="dxa"/>
            <w:vAlign w:val="center"/>
          </w:tcPr>
          <w:p w14:paraId="3CB2582A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ED2797" w14:textId="77777777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958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958EC" w14:paraId="1033E6C5" w14:textId="77777777" w:rsidTr="002829B0">
        <w:tc>
          <w:tcPr>
            <w:tcW w:w="2694" w:type="dxa"/>
            <w:vAlign w:val="center"/>
          </w:tcPr>
          <w:p w14:paraId="3FA4C332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E1317A" w14:textId="3DF5F29C" w:rsidR="0085747A" w:rsidRPr="001958EC" w:rsidRDefault="00560DAB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17512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1958EC" w14:paraId="5370D8B1" w14:textId="77777777" w:rsidTr="002829B0">
        <w:tc>
          <w:tcPr>
            <w:tcW w:w="2694" w:type="dxa"/>
            <w:vAlign w:val="center"/>
          </w:tcPr>
          <w:p w14:paraId="3228D80D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958EC">
              <w:rPr>
                <w:rFonts w:ascii="Corbel" w:hAnsi="Corbel"/>
                <w:sz w:val="24"/>
                <w:szCs w:val="24"/>
              </w:rPr>
              <w:t>/y</w:t>
            </w:r>
            <w:r w:rsidRPr="001958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F5454F" w14:textId="77777777" w:rsidR="0085747A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II/</w:t>
            </w:r>
            <w:r w:rsidR="00E978D8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3</w:t>
            </w:r>
          </w:p>
        </w:tc>
      </w:tr>
      <w:tr w:rsidR="0085747A" w:rsidRPr="001958EC" w14:paraId="066FA1F4" w14:textId="77777777" w:rsidTr="002829B0">
        <w:tc>
          <w:tcPr>
            <w:tcW w:w="2694" w:type="dxa"/>
            <w:vAlign w:val="center"/>
          </w:tcPr>
          <w:p w14:paraId="2B35D4D8" w14:textId="77777777" w:rsidR="0085747A" w:rsidRPr="001958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333471" w14:textId="0A37087D" w:rsidR="0085747A" w:rsidRPr="001958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1958EC" w14:paraId="03D3FE74" w14:textId="77777777" w:rsidTr="002829B0">
        <w:tc>
          <w:tcPr>
            <w:tcW w:w="2694" w:type="dxa"/>
            <w:vAlign w:val="center"/>
          </w:tcPr>
          <w:p w14:paraId="03A4CB63" w14:textId="77777777" w:rsidR="00923D7D" w:rsidRPr="001958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1B3BDA" w14:textId="77777777" w:rsidR="00923D7D" w:rsidRPr="001958EC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1958EC" w14:paraId="59D293F6" w14:textId="77777777" w:rsidTr="002829B0">
        <w:tc>
          <w:tcPr>
            <w:tcW w:w="2694" w:type="dxa"/>
            <w:vAlign w:val="center"/>
          </w:tcPr>
          <w:p w14:paraId="76D55CF6" w14:textId="77777777" w:rsidR="002829B0" w:rsidRPr="001958EC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C4BBD" w14:textId="77777777" w:rsidR="002829B0" w:rsidRPr="001958EC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1958EC" w14:paraId="7904ECA2" w14:textId="77777777" w:rsidTr="002829B0">
        <w:tc>
          <w:tcPr>
            <w:tcW w:w="2694" w:type="dxa"/>
            <w:vAlign w:val="center"/>
          </w:tcPr>
          <w:p w14:paraId="7E831968" w14:textId="77777777" w:rsidR="002829B0" w:rsidRPr="001958EC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2B135" w14:textId="77777777" w:rsidR="002829B0" w:rsidRPr="001958EC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1958EC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4CF6ED66" w14:textId="77777777" w:rsidR="0085747A" w:rsidRPr="001958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 xml:space="preserve">* </w:t>
      </w:r>
      <w:r w:rsidRPr="001958EC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1958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958EC">
        <w:rPr>
          <w:rFonts w:ascii="Corbel" w:hAnsi="Corbel"/>
          <w:b w:val="0"/>
          <w:sz w:val="24"/>
          <w:szCs w:val="24"/>
        </w:rPr>
        <w:t>e,</w:t>
      </w:r>
      <w:r w:rsidRPr="001958E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1958E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1958EC">
        <w:rPr>
          <w:rFonts w:ascii="Corbel" w:hAnsi="Corbel"/>
          <w:b w:val="0"/>
          <w:i/>
          <w:sz w:val="24"/>
          <w:szCs w:val="24"/>
        </w:rPr>
        <w:t>w Jednostce</w:t>
      </w:r>
    </w:p>
    <w:p w14:paraId="31017E35" w14:textId="77777777" w:rsidR="0085747A" w:rsidRPr="001958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>1.</w:t>
      </w:r>
      <w:r w:rsidR="00E22FBC" w:rsidRPr="001958EC">
        <w:rPr>
          <w:rFonts w:ascii="Corbel" w:hAnsi="Corbel"/>
          <w:sz w:val="24"/>
          <w:szCs w:val="24"/>
        </w:rPr>
        <w:t>1</w:t>
      </w:r>
      <w:r w:rsidRPr="001958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153840F" w14:textId="77777777" w:rsidR="00923D7D" w:rsidRPr="001958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958EC" w14:paraId="70E390B4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EDE5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Semestr</w:t>
            </w:r>
          </w:p>
          <w:p w14:paraId="779C37BD" w14:textId="77777777" w:rsidR="00015B8F" w:rsidRPr="001958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(</w:t>
            </w:r>
            <w:r w:rsidR="00363F78" w:rsidRPr="001958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4DCA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8EC">
              <w:rPr>
                <w:rFonts w:ascii="Corbel" w:hAnsi="Corbel"/>
                <w:szCs w:val="24"/>
              </w:rPr>
              <w:t>Wykł</w:t>
            </w:r>
            <w:proofErr w:type="spellEnd"/>
            <w:r w:rsidRPr="001958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093C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B2E3F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8EC">
              <w:rPr>
                <w:rFonts w:ascii="Corbel" w:hAnsi="Corbel"/>
                <w:szCs w:val="24"/>
              </w:rPr>
              <w:t>Konw</w:t>
            </w:r>
            <w:proofErr w:type="spellEnd"/>
            <w:r w:rsidRPr="001958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EC80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9429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8EC">
              <w:rPr>
                <w:rFonts w:ascii="Corbel" w:hAnsi="Corbel"/>
                <w:szCs w:val="24"/>
              </w:rPr>
              <w:t>Sem</w:t>
            </w:r>
            <w:proofErr w:type="spellEnd"/>
            <w:r w:rsidRPr="001958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C26F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F87D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8EC">
              <w:rPr>
                <w:rFonts w:ascii="Corbel" w:hAnsi="Corbel"/>
                <w:szCs w:val="24"/>
              </w:rPr>
              <w:t>Prakt</w:t>
            </w:r>
            <w:proofErr w:type="spellEnd"/>
            <w:r w:rsidRPr="001958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96EB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58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A876" w14:textId="77777777" w:rsidR="00015B8F" w:rsidRPr="001958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58EC">
              <w:rPr>
                <w:rFonts w:ascii="Corbel" w:hAnsi="Corbel"/>
                <w:b/>
                <w:szCs w:val="24"/>
              </w:rPr>
              <w:t>Liczba pkt</w:t>
            </w:r>
            <w:r w:rsidR="00B90885" w:rsidRPr="001958EC">
              <w:rPr>
                <w:rFonts w:ascii="Corbel" w:hAnsi="Corbel"/>
                <w:b/>
                <w:szCs w:val="24"/>
              </w:rPr>
              <w:t>.</w:t>
            </w:r>
            <w:r w:rsidRPr="001958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958EC" w14:paraId="14C1CF50" w14:textId="77777777" w:rsidTr="00794B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416C" w14:textId="77777777" w:rsidR="00015B8F" w:rsidRPr="001958EC" w:rsidRDefault="00E97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CC22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36E1" w14:textId="35004857" w:rsidR="00015B8F" w:rsidRPr="001958EC" w:rsidRDefault="00560D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1967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38B8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BC70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0D79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AD4E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54B7" w14:textId="77777777" w:rsidR="00015B8F" w:rsidRPr="001958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BFFB" w14:textId="77777777" w:rsidR="00015B8F" w:rsidRPr="001958EC" w:rsidRDefault="00E978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240338" w14:textId="77777777" w:rsidR="00923D7D" w:rsidRPr="001958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9C60B9" w14:textId="77777777" w:rsidR="0085747A" w:rsidRPr="001958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>1.</w:t>
      </w:r>
      <w:r w:rsidR="00E22FBC" w:rsidRPr="001958EC">
        <w:rPr>
          <w:rFonts w:ascii="Corbel" w:hAnsi="Corbel"/>
          <w:smallCaps w:val="0"/>
          <w:szCs w:val="24"/>
        </w:rPr>
        <w:t>2</w:t>
      </w:r>
      <w:r w:rsidR="00F83B28" w:rsidRPr="001958EC">
        <w:rPr>
          <w:rFonts w:ascii="Corbel" w:hAnsi="Corbel"/>
          <w:smallCaps w:val="0"/>
          <w:szCs w:val="24"/>
        </w:rPr>
        <w:t>.</w:t>
      </w:r>
      <w:r w:rsidR="00F83B28" w:rsidRPr="001958EC">
        <w:rPr>
          <w:rFonts w:ascii="Corbel" w:hAnsi="Corbel"/>
          <w:smallCaps w:val="0"/>
          <w:szCs w:val="24"/>
        </w:rPr>
        <w:tab/>
      </w:r>
      <w:r w:rsidRPr="001958EC">
        <w:rPr>
          <w:rFonts w:ascii="Corbel" w:hAnsi="Corbel"/>
          <w:smallCaps w:val="0"/>
          <w:szCs w:val="24"/>
        </w:rPr>
        <w:t xml:space="preserve">Sposób realizacji zajęć  </w:t>
      </w:r>
    </w:p>
    <w:p w14:paraId="23D94A3C" w14:textId="77777777" w:rsidR="00794BC2" w:rsidRPr="001958EC" w:rsidRDefault="00794BC2" w:rsidP="00794B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1958E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1958E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958E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958E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2019EBC" w14:textId="77777777" w:rsidR="00794BC2" w:rsidRPr="001958EC" w:rsidRDefault="00794BC2" w:rsidP="00794B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58EC">
        <w:rPr>
          <w:rFonts w:ascii="MS Gothic" w:eastAsia="MS Gothic" w:hAnsi="MS Gothic" w:cs="MS Gothic" w:hint="eastAsia"/>
          <w:b w:val="0"/>
          <w:szCs w:val="24"/>
        </w:rPr>
        <w:t>☐</w:t>
      </w:r>
      <w:r w:rsidRPr="001958E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1958EC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EB346A2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A9A218" w14:textId="3269C495" w:rsidR="00E22FBC" w:rsidRPr="001958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1.3 </w:t>
      </w:r>
      <w:r w:rsidR="00F83B28" w:rsidRPr="001958EC">
        <w:rPr>
          <w:rFonts w:ascii="Corbel" w:hAnsi="Corbel"/>
          <w:smallCaps w:val="0"/>
          <w:szCs w:val="24"/>
        </w:rPr>
        <w:tab/>
      </w:r>
      <w:r w:rsidRPr="001958EC">
        <w:rPr>
          <w:rFonts w:ascii="Corbel" w:hAnsi="Corbel"/>
          <w:smallCaps w:val="0"/>
          <w:szCs w:val="24"/>
        </w:rPr>
        <w:t>For</w:t>
      </w:r>
      <w:r w:rsidR="00445970" w:rsidRPr="001958EC">
        <w:rPr>
          <w:rFonts w:ascii="Corbel" w:hAnsi="Corbel"/>
          <w:smallCaps w:val="0"/>
          <w:szCs w:val="24"/>
        </w:rPr>
        <w:t xml:space="preserve">ma zaliczenia przedmiotu </w:t>
      </w:r>
      <w:r w:rsidRPr="001958EC">
        <w:rPr>
          <w:rFonts w:ascii="Corbel" w:hAnsi="Corbel"/>
          <w:smallCaps w:val="0"/>
          <w:szCs w:val="24"/>
        </w:rPr>
        <w:t xml:space="preserve">(z toku) </w:t>
      </w:r>
      <w:r w:rsidRPr="001958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A02458" w14:textId="77777777" w:rsidR="009C54AE" w:rsidRPr="001958EC" w:rsidRDefault="00E22D4F" w:rsidP="00794BC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b w:val="0"/>
          <w:smallCaps w:val="0"/>
          <w:szCs w:val="24"/>
        </w:rPr>
        <w:t>Zaliczenie z oceną</w:t>
      </w:r>
    </w:p>
    <w:p w14:paraId="119F254E" w14:textId="77777777" w:rsidR="00E960BB" w:rsidRPr="001958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6D2F1" w14:textId="77777777" w:rsidR="00E960BB" w:rsidRPr="001958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0CFEDCEC" w14:textId="77777777" w:rsidTr="00745302">
        <w:tc>
          <w:tcPr>
            <w:tcW w:w="9670" w:type="dxa"/>
          </w:tcPr>
          <w:p w14:paraId="00B72479" w14:textId="77777777" w:rsidR="0085747A" w:rsidRPr="001958EC" w:rsidRDefault="00E22D4F" w:rsidP="006471D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</w:tc>
      </w:tr>
    </w:tbl>
    <w:p w14:paraId="286E0E99" w14:textId="77777777" w:rsidR="00153C41" w:rsidRPr="001958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32BFCA" w14:textId="77777777" w:rsidR="0085747A" w:rsidRPr="001958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58EC">
        <w:rPr>
          <w:rFonts w:ascii="Corbel" w:hAnsi="Corbel"/>
          <w:szCs w:val="24"/>
        </w:rPr>
        <w:t>3.</w:t>
      </w:r>
      <w:r w:rsidR="00A84C85" w:rsidRPr="001958EC">
        <w:rPr>
          <w:rFonts w:ascii="Corbel" w:hAnsi="Corbel"/>
          <w:szCs w:val="24"/>
        </w:rPr>
        <w:t>cele, efekty uczenia się</w:t>
      </w:r>
      <w:r w:rsidR="0085747A" w:rsidRPr="001958EC">
        <w:rPr>
          <w:rFonts w:ascii="Corbel" w:hAnsi="Corbel"/>
          <w:szCs w:val="24"/>
        </w:rPr>
        <w:t xml:space="preserve"> , treści Programowe i stosowane metody Dydaktyczne</w:t>
      </w:r>
    </w:p>
    <w:p w14:paraId="32F46D0E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088AE9" w14:textId="77777777" w:rsidR="0085747A" w:rsidRPr="001958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 xml:space="preserve">3.1 </w:t>
      </w:r>
      <w:r w:rsidR="00C05F44" w:rsidRPr="001958EC">
        <w:rPr>
          <w:rFonts w:ascii="Corbel" w:hAnsi="Corbel"/>
          <w:sz w:val="24"/>
          <w:szCs w:val="24"/>
        </w:rPr>
        <w:t>Cele przedmiotu</w:t>
      </w:r>
    </w:p>
    <w:p w14:paraId="70C60683" w14:textId="77777777" w:rsidR="00F83B28" w:rsidRPr="001958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958EC" w14:paraId="6762BFB9" w14:textId="77777777" w:rsidTr="00923D7D">
        <w:tc>
          <w:tcPr>
            <w:tcW w:w="851" w:type="dxa"/>
            <w:vAlign w:val="center"/>
          </w:tcPr>
          <w:p w14:paraId="77F4CD77" w14:textId="77777777" w:rsidR="0085747A" w:rsidRPr="001958E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7B546E" w14:textId="77777777" w:rsidR="0085747A" w:rsidRPr="001958EC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wybranymi metodami i technikami menedżerskimi.</w:t>
            </w:r>
          </w:p>
        </w:tc>
      </w:tr>
      <w:tr w:rsidR="0085747A" w:rsidRPr="001958EC" w14:paraId="397D9E0B" w14:textId="77777777" w:rsidTr="00923D7D">
        <w:tc>
          <w:tcPr>
            <w:tcW w:w="851" w:type="dxa"/>
            <w:vAlign w:val="center"/>
          </w:tcPr>
          <w:p w14:paraId="52620C26" w14:textId="77777777" w:rsidR="0085747A" w:rsidRPr="001958EC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78F5E2" w14:textId="77777777" w:rsidR="0085747A" w:rsidRPr="001958EC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1958EC" w14:paraId="48BCA784" w14:textId="77777777" w:rsidTr="00923D7D">
        <w:tc>
          <w:tcPr>
            <w:tcW w:w="851" w:type="dxa"/>
            <w:vAlign w:val="center"/>
          </w:tcPr>
          <w:p w14:paraId="2324D5A7" w14:textId="77777777" w:rsidR="0085747A" w:rsidRPr="001958E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 w:rsidRPr="001958E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7253059" w14:textId="77777777" w:rsidR="0085747A" w:rsidRPr="001958EC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8E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08733CFC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754B5" w14:textId="77777777" w:rsidR="001D7B54" w:rsidRPr="001958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 xml:space="preserve">3.2 </w:t>
      </w:r>
      <w:r w:rsidR="001D7B54" w:rsidRPr="001958EC">
        <w:rPr>
          <w:rFonts w:ascii="Corbel" w:hAnsi="Corbel"/>
          <w:b/>
          <w:sz w:val="24"/>
          <w:szCs w:val="24"/>
        </w:rPr>
        <w:t xml:space="preserve">Efekty </w:t>
      </w:r>
      <w:r w:rsidR="00C05F44" w:rsidRPr="001958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958EC">
        <w:rPr>
          <w:rFonts w:ascii="Corbel" w:hAnsi="Corbel"/>
          <w:b/>
          <w:sz w:val="24"/>
          <w:szCs w:val="24"/>
        </w:rPr>
        <w:t>dla przedmiotu</w:t>
      </w:r>
    </w:p>
    <w:p w14:paraId="76797054" w14:textId="77777777" w:rsidR="001D7B54" w:rsidRPr="001958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958EC" w14:paraId="531D815F" w14:textId="77777777" w:rsidTr="00E22D4F">
        <w:tc>
          <w:tcPr>
            <w:tcW w:w="1681" w:type="dxa"/>
            <w:vAlign w:val="center"/>
          </w:tcPr>
          <w:p w14:paraId="2BD738C8" w14:textId="77777777" w:rsidR="0085747A" w:rsidRPr="00195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95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95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AA2AA4" w14:textId="77777777" w:rsidR="0085747A" w:rsidRPr="00195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32DB8C" w14:textId="77777777" w:rsidR="0085747A" w:rsidRPr="00195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5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1958EC" w14:paraId="2A692F29" w14:textId="77777777" w:rsidTr="00E22D4F">
        <w:tc>
          <w:tcPr>
            <w:tcW w:w="1681" w:type="dxa"/>
          </w:tcPr>
          <w:p w14:paraId="2DF8E890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0FEA7FE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Identyfikuje podstawowe techniki menedżerskie</w:t>
            </w:r>
          </w:p>
        </w:tc>
        <w:tc>
          <w:tcPr>
            <w:tcW w:w="1865" w:type="dxa"/>
          </w:tcPr>
          <w:p w14:paraId="047F8049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1958EC" w14:paraId="30F87D24" w14:textId="77777777" w:rsidTr="00E22D4F">
        <w:tc>
          <w:tcPr>
            <w:tcW w:w="1681" w:type="dxa"/>
          </w:tcPr>
          <w:p w14:paraId="20430C0B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731B4CC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 w:rsidRPr="001958EC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8F1D5CB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1</w:t>
            </w:r>
            <w:r w:rsidR="009E784B" w:rsidRPr="001958EC">
              <w:rPr>
                <w:rFonts w:ascii="Corbel" w:hAnsi="Corbel"/>
                <w:sz w:val="24"/>
                <w:szCs w:val="24"/>
              </w:rPr>
              <w:t>0</w:t>
            </w:r>
          </w:p>
          <w:p w14:paraId="50A3A4DC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K_W1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22D4F" w:rsidRPr="001958EC" w14:paraId="0A5C987C" w14:textId="77777777" w:rsidTr="00E22D4F">
        <w:tc>
          <w:tcPr>
            <w:tcW w:w="1681" w:type="dxa"/>
          </w:tcPr>
          <w:p w14:paraId="47E59329" w14:textId="77777777" w:rsidR="00E22D4F" w:rsidRPr="001958EC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D4B77DE" w14:textId="77777777" w:rsidR="00E22D4F" w:rsidRPr="001958EC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63424FAC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K_U01</w:t>
            </w:r>
          </w:p>
          <w:p w14:paraId="01F75307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K_U02</w:t>
            </w:r>
          </w:p>
          <w:p w14:paraId="0838E958" w14:textId="77777777" w:rsidR="009E784B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22D4F" w:rsidRPr="001958EC" w14:paraId="3E08FC1F" w14:textId="77777777" w:rsidTr="00E22D4F">
        <w:tc>
          <w:tcPr>
            <w:tcW w:w="1681" w:type="dxa"/>
          </w:tcPr>
          <w:p w14:paraId="1D528A68" w14:textId="77777777" w:rsidR="00E22D4F" w:rsidRPr="001958EC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294794D" w14:textId="77777777" w:rsidR="00E22D4F" w:rsidRPr="001958EC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Wykorzystuje wiedzę ekonomiczną w procesie poszukiwania optymalnych rozwiązań problemów gospodarczych, r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>ozwiązuj</w:t>
            </w:r>
            <w:r w:rsidRPr="001958EC">
              <w:rPr>
                <w:rFonts w:ascii="Corbel" w:hAnsi="Corbel"/>
                <w:sz w:val="24"/>
                <w:szCs w:val="24"/>
              </w:rPr>
              <w:t>ąc</w:t>
            </w:r>
            <w:r w:rsidR="00E22D4F" w:rsidRPr="001958EC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 w:rsidRPr="001958E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4FE306E" w14:textId="77777777" w:rsidR="007A484E" w:rsidRPr="001958EC" w:rsidRDefault="007A484E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6</w:t>
            </w:r>
          </w:p>
          <w:p w14:paraId="76949AF1" w14:textId="77777777" w:rsidR="009E784B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E22D4F" w:rsidRPr="001958EC" w14:paraId="1660B7CB" w14:textId="77777777" w:rsidTr="00E22D4F">
        <w:tc>
          <w:tcPr>
            <w:tcW w:w="1681" w:type="dxa"/>
          </w:tcPr>
          <w:p w14:paraId="79BD12BD" w14:textId="77777777" w:rsidR="00E22D4F" w:rsidRPr="001958EC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6584E8ED" w14:textId="77777777" w:rsidR="00E22D4F" w:rsidRPr="001958EC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Planuje i organizuje pracę indywidualną oraz w zespole</w:t>
            </w:r>
          </w:p>
        </w:tc>
        <w:tc>
          <w:tcPr>
            <w:tcW w:w="1865" w:type="dxa"/>
          </w:tcPr>
          <w:p w14:paraId="36E8A723" w14:textId="77777777" w:rsidR="00E22D4F" w:rsidRPr="001958EC" w:rsidRDefault="007A484E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E22D4F" w:rsidRPr="001958EC" w14:paraId="3F35A8DD" w14:textId="77777777" w:rsidTr="00E22D4F">
        <w:tc>
          <w:tcPr>
            <w:tcW w:w="1681" w:type="dxa"/>
          </w:tcPr>
          <w:p w14:paraId="1777A491" w14:textId="77777777" w:rsidR="00E22D4F" w:rsidRPr="001958EC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63F0FC88" w14:textId="77777777" w:rsidR="00E22D4F" w:rsidRPr="001958EC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 w:rsidRPr="001958EC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2F14CD8A" w14:textId="77777777" w:rsidR="004061A3" w:rsidRPr="001958EC" w:rsidRDefault="004061A3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K_K01</w:t>
            </w:r>
          </w:p>
          <w:p w14:paraId="4C1E02B2" w14:textId="77777777" w:rsidR="00E22D4F" w:rsidRPr="001958EC" w:rsidRDefault="00E22D4F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</w:t>
            </w:r>
            <w:r w:rsidR="004061A3" w:rsidRPr="001958EC">
              <w:rPr>
                <w:rFonts w:ascii="Corbel" w:hAnsi="Corbel"/>
                <w:sz w:val="24"/>
                <w:szCs w:val="24"/>
              </w:rPr>
              <w:t>2</w:t>
            </w:r>
          </w:p>
          <w:p w14:paraId="365A3F28" w14:textId="77777777" w:rsidR="009E784B" w:rsidRPr="001958EC" w:rsidRDefault="009E784B" w:rsidP="00794BC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89BFD21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4AA278" w14:textId="1E91BB25" w:rsidR="0085747A" w:rsidRPr="001958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>3.3</w:t>
      </w:r>
      <w:r w:rsidR="0085747A" w:rsidRPr="001958EC">
        <w:rPr>
          <w:rFonts w:ascii="Corbel" w:hAnsi="Corbel"/>
          <w:b/>
          <w:sz w:val="24"/>
          <w:szCs w:val="24"/>
        </w:rPr>
        <w:t>T</w:t>
      </w:r>
      <w:r w:rsidR="001D7B54" w:rsidRPr="001958EC">
        <w:rPr>
          <w:rFonts w:ascii="Corbel" w:hAnsi="Corbel"/>
          <w:b/>
          <w:sz w:val="24"/>
          <w:szCs w:val="24"/>
        </w:rPr>
        <w:t xml:space="preserve">reści programowe </w:t>
      </w:r>
    </w:p>
    <w:p w14:paraId="57C52C0B" w14:textId="77777777" w:rsidR="00794BC2" w:rsidRPr="001958EC" w:rsidRDefault="00794BC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DCEE6F" w14:textId="77777777" w:rsidR="0085747A" w:rsidRPr="001958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958E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958EC">
        <w:rPr>
          <w:rFonts w:ascii="Corbel" w:hAnsi="Corbel"/>
          <w:sz w:val="24"/>
          <w:szCs w:val="24"/>
        </w:rPr>
        <w:t xml:space="preserve">, </w:t>
      </w:r>
      <w:r w:rsidRPr="001958EC">
        <w:rPr>
          <w:rFonts w:ascii="Corbel" w:hAnsi="Corbel"/>
          <w:sz w:val="24"/>
          <w:szCs w:val="24"/>
        </w:rPr>
        <w:t xml:space="preserve">zajęć praktycznych </w:t>
      </w:r>
    </w:p>
    <w:p w14:paraId="3AB40772" w14:textId="77777777" w:rsidR="0085747A" w:rsidRPr="001958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1C5A2ACD" w14:textId="77777777" w:rsidTr="00E22D4F">
        <w:tc>
          <w:tcPr>
            <w:tcW w:w="9520" w:type="dxa"/>
          </w:tcPr>
          <w:p w14:paraId="278E6234" w14:textId="77777777" w:rsidR="0085747A" w:rsidRPr="001958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958EC" w14:paraId="185AD5C9" w14:textId="77777777" w:rsidTr="00E22D4F">
        <w:tc>
          <w:tcPr>
            <w:tcW w:w="9520" w:type="dxa"/>
          </w:tcPr>
          <w:p w14:paraId="4A28C001" w14:textId="77777777" w:rsidR="0085747A" w:rsidRPr="001958EC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w organizacji.</w:t>
            </w:r>
          </w:p>
        </w:tc>
      </w:tr>
      <w:tr w:rsidR="00E22D4F" w:rsidRPr="001958EC" w14:paraId="6EFEFA36" w14:textId="77777777" w:rsidTr="00E22D4F">
        <w:tc>
          <w:tcPr>
            <w:tcW w:w="9520" w:type="dxa"/>
          </w:tcPr>
          <w:p w14:paraId="6FC83750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="00E22D4F" w:rsidRPr="001958EC" w14:paraId="7B354F5D" w14:textId="77777777" w:rsidTr="00E22D4F">
        <w:tc>
          <w:tcPr>
            <w:tcW w:w="9520" w:type="dxa"/>
          </w:tcPr>
          <w:p w14:paraId="46D1D716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="00E22D4F" w:rsidRPr="001958EC" w14:paraId="7CC8F3E6" w14:textId="77777777" w:rsidTr="00E22D4F">
        <w:tc>
          <w:tcPr>
            <w:tcW w:w="9520" w:type="dxa"/>
          </w:tcPr>
          <w:p w14:paraId="4732A3F6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1958EC" w14:paraId="26E72554" w14:textId="77777777" w:rsidTr="00E22D4F">
        <w:tc>
          <w:tcPr>
            <w:tcW w:w="9520" w:type="dxa"/>
          </w:tcPr>
          <w:p w14:paraId="4441AF19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="00E22D4F" w:rsidRPr="001958EC" w14:paraId="05A2DECC" w14:textId="77777777" w:rsidTr="00E22D4F">
        <w:tc>
          <w:tcPr>
            <w:tcW w:w="9520" w:type="dxa"/>
          </w:tcPr>
          <w:p w14:paraId="0C8FD9CA" w14:textId="77777777" w:rsidR="00E22D4F" w:rsidRPr="001958EC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5449E55D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115E6" w14:textId="77777777" w:rsidR="0085747A" w:rsidRPr="001958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>3.4 Metody dydaktyczne</w:t>
      </w:r>
    </w:p>
    <w:p w14:paraId="08E1EEBA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5BBC5A" w14:textId="77777777" w:rsidR="00E22D4F" w:rsidRPr="001958EC" w:rsidRDefault="00E22D4F" w:rsidP="00E22D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958EC">
        <w:rPr>
          <w:rFonts w:ascii="Corbel" w:hAnsi="Corbel"/>
          <w:b w:val="0"/>
          <w:smallCaps w:val="0"/>
          <w:szCs w:val="24"/>
        </w:rPr>
        <w:t>Mini wykład z prezentacją multimedialną, dyskusja, praca zespołowa, rozwiązywanie zadań indywidualne i grupowe</w:t>
      </w:r>
      <w:r w:rsidR="00E006C6" w:rsidRPr="001958EC">
        <w:rPr>
          <w:rFonts w:ascii="Corbel" w:hAnsi="Corbel"/>
          <w:b w:val="0"/>
          <w:smallCaps w:val="0"/>
          <w:szCs w:val="24"/>
        </w:rPr>
        <w:t xml:space="preserve"> w formie tradycyjnej lub realizowane przy pomocy platformy MS </w:t>
      </w:r>
      <w:proofErr w:type="spellStart"/>
      <w:r w:rsidR="00E006C6" w:rsidRPr="001958EC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E006C6" w:rsidRPr="001958EC">
        <w:rPr>
          <w:rFonts w:ascii="Corbel" w:hAnsi="Corbel"/>
          <w:b w:val="0"/>
          <w:smallCaps w:val="0"/>
          <w:szCs w:val="24"/>
        </w:rPr>
        <w:t>.</w:t>
      </w:r>
    </w:p>
    <w:p w14:paraId="2C55D51D" w14:textId="77777777" w:rsidR="00E960BB" w:rsidRPr="001958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DD7C4B" w14:textId="77777777" w:rsidR="00E960BB" w:rsidRPr="001958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F64362" w14:textId="77777777" w:rsidR="0085747A" w:rsidRPr="001958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1958EC">
        <w:rPr>
          <w:rFonts w:ascii="Corbel" w:hAnsi="Corbel"/>
          <w:smallCaps w:val="0"/>
          <w:szCs w:val="24"/>
        </w:rPr>
        <w:t>METODY I KRYTERIA OCENY</w:t>
      </w:r>
    </w:p>
    <w:p w14:paraId="0C83BD14" w14:textId="77777777" w:rsidR="00923D7D" w:rsidRPr="001958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F95DC4" w14:textId="77777777" w:rsidR="0085747A" w:rsidRPr="001958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958EC">
        <w:rPr>
          <w:rFonts w:ascii="Corbel" w:hAnsi="Corbel"/>
          <w:smallCaps w:val="0"/>
          <w:szCs w:val="24"/>
        </w:rPr>
        <w:t>uczenia się</w:t>
      </w:r>
    </w:p>
    <w:p w14:paraId="5D8EF634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958EC" w14:paraId="5D5B92EA" w14:textId="77777777" w:rsidTr="00273416">
        <w:tc>
          <w:tcPr>
            <w:tcW w:w="1962" w:type="dxa"/>
            <w:vAlign w:val="center"/>
          </w:tcPr>
          <w:p w14:paraId="5088061A" w14:textId="77777777" w:rsidR="0085747A" w:rsidRPr="001958EC" w:rsidRDefault="0071620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5EEBCA" w14:textId="77777777" w:rsidR="0085747A" w:rsidRPr="001958EC" w:rsidRDefault="00F974D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885DC8" w14:textId="77777777" w:rsidR="0085747A" w:rsidRPr="001958EC" w:rsidRDefault="009F4610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3827A61" w14:textId="77777777" w:rsidR="00923D7D" w:rsidRPr="001958EC" w:rsidRDefault="0085747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9DA1F8" w14:textId="77777777" w:rsidR="0085747A" w:rsidRPr="001958EC" w:rsidRDefault="0085747A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958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0A5" w:rsidRPr="001958EC" w14:paraId="605EF3A7" w14:textId="77777777" w:rsidTr="00273416">
        <w:trPr>
          <w:trHeight w:val="190"/>
        </w:trPr>
        <w:tc>
          <w:tcPr>
            <w:tcW w:w="1962" w:type="dxa"/>
          </w:tcPr>
          <w:p w14:paraId="1D200389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0346127" w14:textId="77777777" w:rsidR="005B00A5" w:rsidRPr="001958EC" w:rsidRDefault="001D2184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00A5" w:rsidRPr="001958E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248012D3" w14:textId="6B9F7B08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463F7681" w14:textId="77777777" w:rsidTr="00273416">
        <w:trPr>
          <w:trHeight w:val="190"/>
        </w:trPr>
        <w:tc>
          <w:tcPr>
            <w:tcW w:w="1962" w:type="dxa"/>
          </w:tcPr>
          <w:p w14:paraId="35B6470E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D0A174" w14:textId="77777777" w:rsidR="005B00A5" w:rsidRPr="001958EC" w:rsidRDefault="001D2184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B00A5" w:rsidRPr="001958EC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ACEAFE9" w14:textId="0D1FE5F1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7BD9E9B1" w14:textId="77777777" w:rsidTr="00273416">
        <w:trPr>
          <w:trHeight w:val="190"/>
        </w:trPr>
        <w:tc>
          <w:tcPr>
            <w:tcW w:w="1962" w:type="dxa"/>
          </w:tcPr>
          <w:p w14:paraId="0BB20C2E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88A07F8" w14:textId="77777777" w:rsidR="005B00A5" w:rsidRPr="001958EC" w:rsidRDefault="005B00A5" w:rsidP="00794B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26084F7" w14:textId="6EF18377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539EA3AC" w14:textId="77777777" w:rsidTr="00794BC2">
        <w:trPr>
          <w:trHeight w:val="266"/>
        </w:trPr>
        <w:tc>
          <w:tcPr>
            <w:tcW w:w="1962" w:type="dxa"/>
          </w:tcPr>
          <w:p w14:paraId="71E73624" w14:textId="77777777" w:rsidR="005B00A5" w:rsidRPr="001958EC" w:rsidRDefault="005B00A5" w:rsidP="00794BC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4E14F33F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14C48E95" w14:textId="2B717C3F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58007C21" w14:textId="77777777" w:rsidTr="00794BC2">
        <w:trPr>
          <w:trHeight w:val="288"/>
        </w:trPr>
        <w:tc>
          <w:tcPr>
            <w:tcW w:w="1962" w:type="dxa"/>
          </w:tcPr>
          <w:p w14:paraId="07F9EA82" w14:textId="77777777" w:rsidR="005B00A5" w:rsidRPr="001958EC" w:rsidRDefault="005B00A5" w:rsidP="00794BC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9A63BB8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4DC80E" w14:textId="29CA1068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1958EC" w14:paraId="1F0E6088" w14:textId="77777777" w:rsidTr="00273416">
        <w:tc>
          <w:tcPr>
            <w:tcW w:w="1962" w:type="dxa"/>
          </w:tcPr>
          <w:p w14:paraId="25A6DCED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7628E6" w14:textId="77777777" w:rsidR="005B00A5" w:rsidRPr="001958EC" w:rsidRDefault="005B00A5" w:rsidP="00794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90BA6E5" w14:textId="1A276B69" w:rsidR="005B00A5" w:rsidRPr="001958EC" w:rsidRDefault="00794BC2" w:rsidP="00794BC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59A03DF" w14:textId="77777777" w:rsidR="00923D7D" w:rsidRPr="001958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9339EA" w14:textId="77777777" w:rsidR="0085747A" w:rsidRPr="001958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4.2 </w:t>
      </w:r>
      <w:r w:rsidR="0085747A" w:rsidRPr="001958EC">
        <w:rPr>
          <w:rFonts w:ascii="Corbel" w:hAnsi="Corbel"/>
          <w:smallCaps w:val="0"/>
          <w:szCs w:val="24"/>
        </w:rPr>
        <w:t>Warunki zaliczenia przedmiotu (kryteria oceniania)</w:t>
      </w:r>
    </w:p>
    <w:p w14:paraId="2B216674" w14:textId="77777777" w:rsidR="00923D7D" w:rsidRPr="001958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8EC" w14:paraId="0F747682" w14:textId="77777777" w:rsidTr="33A1CB57">
        <w:tc>
          <w:tcPr>
            <w:tcW w:w="9670" w:type="dxa"/>
          </w:tcPr>
          <w:p w14:paraId="46EB102E" w14:textId="77777777" w:rsidR="00916200" w:rsidRPr="001958EC" w:rsidRDefault="00916200" w:rsidP="009162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ćwiczeń jest wypadkową aktywności na zajęciach mierzonych wykonaniem ćwiczeń indywidualnie lub grupowo (30%) i oceny z kolokwium (70%).</w:t>
            </w:r>
          </w:p>
          <w:p w14:paraId="42D89059" w14:textId="1CAEF6C2" w:rsidR="00916200" w:rsidRPr="001958EC" w:rsidRDefault="00916200" w:rsidP="00916200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958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 </w:t>
            </w:r>
            <w:r w:rsidR="1C7DD2C9" w:rsidRPr="001958E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 formie pytań opisowych lub </w:t>
            </w:r>
            <w:r w:rsidRPr="001958EC">
              <w:rPr>
                <w:rFonts w:ascii="Corbel" w:hAnsi="Corbel"/>
                <w:color w:val="000000" w:themeColor="text1"/>
                <w:sz w:val="24"/>
                <w:szCs w:val="24"/>
              </w:rPr>
              <w:t>w formie testu z oceną ustaloną według skali, ocena pozytywna za zdobycie 51% maksymalnej liczby punktów.</w:t>
            </w:r>
          </w:p>
          <w:p w14:paraId="3B643C92" w14:textId="06863C46" w:rsidR="0085747A" w:rsidRPr="001958EC" w:rsidRDefault="00916200" w:rsidP="009162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 oceniana jest poprzez wykonanie zadania indywidualnie lub grupowo. W przypadku oceny zadania każdorazowo studenci są informowani jakie elementy zadania są oceniane. Student może uzyskać dodatkową ocenę za aktywność związaną ze spontanicznym wystąpieniem, zabraniem głosu podczas ćwiczenia. Ocena 5 – co najmniej 3 wystąpienia, ocena 4 co najmniej 2 wystąpienia, ocena 3 co najmniej 1 wystąpienie. Jeśli student nie zabiera głosu do ustalenia oceny końcowej przyjmuje się wartość </w:t>
            </w:r>
            <w:r w:rsidR="00D051A6"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</w:tbl>
    <w:p w14:paraId="01F323B6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AD9F5B" w14:textId="77777777" w:rsidR="009F4610" w:rsidRPr="001958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58EC">
        <w:rPr>
          <w:rFonts w:ascii="Corbel" w:hAnsi="Corbel"/>
          <w:b/>
          <w:sz w:val="24"/>
          <w:szCs w:val="24"/>
        </w:rPr>
        <w:t xml:space="preserve">5. </w:t>
      </w:r>
      <w:r w:rsidR="00C61DC5" w:rsidRPr="001958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C766A4" w14:textId="77777777" w:rsidR="0085747A" w:rsidRPr="001958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958EC" w14:paraId="101E205C" w14:textId="77777777" w:rsidTr="003E1941">
        <w:tc>
          <w:tcPr>
            <w:tcW w:w="4962" w:type="dxa"/>
            <w:vAlign w:val="center"/>
          </w:tcPr>
          <w:p w14:paraId="1EB9605F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958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958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B2D83B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958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958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958EC" w14:paraId="7B3B71FC" w14:textId="77777777" w:rsidTr="00923D7D">
        <w:tc>
          <w:tcPr>
            <w:tcW w:w="4962" w:type="dxa"/>
          </w:tcPr>
          <w:p w14:paraId="6ECC237D" w14:textId="77777777" w:rsidR="0085747A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G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958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958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958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958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958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958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7A69D9" w14:textId="675E565E" w:rsidR="0085747A" w:rsidRPr="001958EC" w:rsidRDefault="00560DAB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1958EC" w14:paraId="59AB4AF7" w14:textId="77777777" w:rsidTr="00923D7D">
        <w:tc>
          <w:tcPr>
            <w:tcW w:w="4962" w:type="dxa"/>
          </w:tcPr>
          <w:p w14:paraId="3290CDAE" w14:textId="77777777" w:rsidR="00C61DC5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958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2F4CDF" w14:textId="77777777" w:rsidR="00C61DC5" w:rsidRPr="001958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9A4FDD9" w14:textId="77777777" w:rsidR="00C61DC5" w:rsidRPr="001958EC" w:rsidRDefault="007D2584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958EC" w14:paraId="4E250A5B" w14:textId="77777777" w:rsidTr="00923D7D">
        <w:tc>
          <w:tcPr>
            <w:tcW w:w="4962" w:type="dxa"/>
          </w:tcPr>
          <w:p w14:paraId="7AA8021B" w14:textId="719627EA" w:rsidR="00C61DC5" w:rsidRPr="001958EC" w:rsidRDefault="00C61DC5" w:rsidP="00794B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958E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958E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4BC2" w:rsidRPr="001958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958E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1A65CAE2" w14:textId="71AE9519" w:rsidR="00C61DC5" w:rsidRPr="001958EC" w:rsidRDefault="00BE3D1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3</w:t>
            </w:r>
            <w:r w:rsidR="00560DAB" w:rsidRPr="001958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1958EC" w14:paraId="58CCDB35" w14:textId="77777777" w:rsidTr="00923D7D">
        <w:tc>
          <w:tcPr>
            <w:tcW w:w="4962" w:type="dxa"/>
          </w:tcPr>
          <w:p w14:paraId="7E0B1F1E" w14:textId="77777777" w:rsidR="0085747A" w:rsidRPr="001958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B5CED8" w14:textId="77777777" w:rsidR="0085747A" w:rsidRPr="001958EC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5</w:t>
            </w:r>
            <w:r w:rsidR="00BE3D1C" w:rsidRPr="001958E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958EC" w14:paraId="7B2B90DA" w14:textId="77777777" w:rsidTr="00923D7D">
        <w:tc>
          <w:tcPr>
            <w:tcW w:w="4962" w:type="dxa"/>
          </w:tcPr>
          <w:p w14:paraId="46025692" w14:textId="77777777" w:rsidR="0085747A" w:rsidRPr="001958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58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C00278" w14:textId="77777777" w:rsidR="0085747A" w:rsidRPr="001958EC" w:rsidRDefault="00BE3D1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61048A" w14:textId="77777777" w:rsidR="0085747A" w:rsidRPr="001958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958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958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F7FA07" w14:textId="77777777" w:rsidR="003E1941" w:rsidRPr="001958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F947D" w14:textId="77777777" w:rsidR="0085747A" w:rsidRPr="001958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t xml:space="preserve">6. </w:t>
      </w:r>
      <w:r w:rsidR="0085747A" w:rsidRPr="001958EC">
        <w:rPr>
          <w:rFonts w:ascii="Corbel" w:hAnsi="Corbel"/>
          <w:smallCaps w:val="0"/>
          <w:szCs w:val="24"/>
        </w:rPr>
        <w:t>PRAKTYKI ZAWO</w:t>
      </w:r>
      <w:r w:rsidR="009D3F3B" w:rsidRPr="001958EC">
        <w:rPr>
          <w:rFonts w:ascii="Corbel" w:hAnsi="Corbel"/>
          <w:smallCaps w:val="0"/>
          <w:szCs w:val="24"/>
        </w:rPr>
        <w:t>DOWE W RAMACH PRZEDMIOTU</w:t>
      </w:r>
    </w:p>
    <w:p w14:paraId="2F307739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958EC" w14:paraId="2D1CB500" w14:textId="77777777" w:rsidTr="00794BC2">
        <w:trPr>
          <w:trHeight w:val="397"/>
          <w:jc w:val="center"/>
        </w:trPr>
        <w:tc>
          <w:tcPr>
            <w:tcW w:w="3544" w:type="dxa"/>
          </w:tcPr>
          <w:p w14:paraId="715A8A44" w14:textId="77777777" w:rsidR="0085747A" w:rsidRPr="001958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9773443" w14:textId="7550603A" w:rsidR="0085747A" w:rsidRPr="001958EC" w:rsidRDefault="00794BC2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958EC" w14:paraId="0DBAE098" w14:textId="77777777" w:rsidTr="00794BC2">
        <w:trPr>
          <w:trHeight w:val="397"/>
          <w:jc w:val="center"/>
        </w:trPr>
        <w:tc>
          <w:tcPr>
            <w:tcW w:w="3544" w:type="dxa"/>
          </w:tcPr>
          <w:p w14:paraId="41587F7E" w14:textId="77777777" w:rsidR="0085747A" w:rsidRPr="001958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1FCAFA" w14:textId="27887D0B" w:rsidR="0085747A" w:rsidRPr="001958EC" w:rsidRDefault="00794BC2" w:rsidP="00794B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46DFCA" w14:textId="77777777" w:rsidR="003E1941" w:rsidRPr="001958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04278B" w14:textId="77777777" w:rsidR="0085747A" w:rsidRPr="001958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8EC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1958EC">
        <w:rPr>
          <w:rFonts w:ascii="Corbel" w:hAnsi="Corbel"/>
          <w:smallCaps w:val="0"/>
          <w:szCs w:val="24"/>
        </w:rPr>
        <w:t>LITERATURA</w:t>
      </w:r>
    </w:p>
    <w:p w14:paraId="096DCD33" w14:textId="77777777" w:rsidR="00675843" w:rsidRPr="001958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958EC" w14:paraId="0166FAC8" w14:textId="77777777" w:rsidTr="59ADE49C">
        <w:trPr>
          <w:trHeight w:val="397"/>
          <w:jc w:val="center"/>
        </w:trPr>
        <w:tc>
          <w:tcPr>
            <w:tcW w:w="7513" w:type="dxa"/>
          </w:tcPr>
          <w:p w14:paraId="5465DEDD" w14:textId="77777777" w:rsidR="0085747A" w:rsidRPr="001958EC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23AD1C" w14:textId="77777777" w:rsidR="009C1EB1" w:rsidRPr="001958EC" w:rsidRDefault="009C1EB1" w:rsidP="00794BC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sz w:val="24"/>
                <w:szCs w:val="24"/>
              </w:rPr>
            </w:pPr>
            <w:r w:rsidRPr="001958EC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1958EC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1958EC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6AB4E96E" w14:textId="77777777" w:rsidR="009C1EB1" w:rsidRPr="001958EC" w:rsidRDefault="009C1EB1" w:rsidP="00794BC2">
            <w:pPr>
              <w:pStyle w:val="Punktygwne"/>
              <w:numPr>
                <w:ilvl w:val="0"/>
                <w:numId w:val="3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K., Kompetencje menedżerskie w kontekście innowacyjności przedsiębiorstwa: Wydawnictwo Naukowe PWN, </w:t>
            </w:r>
            <w:r w:rsidR="00E40A3B" w:rsidRPr="001958EC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396C0E22" w14:textId="77777777" w:rsidR="00273416" w:rsidRPr="001958EC" w:rsidRDefault="00273416" w:rsidP="00794BC2">
            <w:pPr>
              <w:pStyle w:val="Punktygwne"/>
              <w:numPr>
                <w:ilvl w:val="0"/>
                <w:numId w:val="3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>Juchnowicz M., (red. nauk.), Zarządzanie kapitałem ludzkim. Procesy - narzędzia - aplikacje, PWE, Warszawa, 2014</w:t>
            </w:r>
          </w:p>
        </w:tc>
      </w:tr>
      <w:tr w:rsidR="0085747A" w:rsidRPr="001958EC" w14:paraId="1EAAC721" w14:textId="77777777" w:rsidTr="59ADE49C">
        <w:trPr>
          <w:trHeight w:val="397"/>
          <w:jc w:val="center"/>
        </w:trPr>
        <w:tc>
          <w:tcPr>
            <w:tcW w:w="7513" w:type="dxa"/>
          </w:tcPr>
          <w:p w14:paraId="66AF889F" w14:textId="77777777" w:rsidR="0085747A" w:rsidRPr="001958EC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7191DEA" w14:textId="77777777" w:rsidR="009C1EB1" w:rsidRPr="001958EC" w:rsidRDefault="009C1EB1" w:rsidP="31877497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Antoszkiewicz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 xml:space="preserve"> J.D., Pawlak Z., Techniki menedżerskie. Skuteczne zarządzanie firmą, Wyd. </w:t>
            </w: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>, Warszawa, 2009.</w:t>
            </w:r>
          </w:p>
          <w:p w14:paraId="199DA3BB" w14:textId="77777777" w:rsidR="00273416" w:rsidRPr="001958EC" w:rsidRDefault="00273416" w:rsidP="31877497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Buzan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 xml:space="preserve"> T., Rusz głową, Wyd. AHA, Łódź 2014.</w:t>
            </w:r>
          </w:p>
          <w:p w14:paraId="71A83F61" w14:textId="48DB93BC" w:rsidR="009C1EB1" w:rsidRPr="001958EC" w:rsidRDefault="6FE3B187" w:rsidP="59ADE49C">
            <w:pPr>
              <w:pStyle w:val="Punktygwne"/>
              <w:numPr>
                <w:ilvl w:val="0"/>
                <w:numId w:val="4"/>
              </w:numPr>
              <w:spacing w:before="0" w:after="0"/>
              <w:ind w:left="599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EC">
              <w:rPr>
                <w:rFonts w:ascii="Corbel" w:hAnsi="Corbel"/>
                <w:b w:val="0"/>
                <w:smallCaps w:val="0"/>
              </w:rPr>
              <w:t xml:space="preserve">Szara K., Kapitał kreatywny w przedsiębiorstwie, </w:t>
            </w:r>
            <w:proofErr w:type="spellStart"/>
            <w:r w:rsidRPr="001958EC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1958EC">
              <w:rPr>
                <w:rFonts w:ascii="Corbel" w:hAnsi="Corbel"/>
                <w:b w:val="0"/>
                <w:smallCaps w:val="0"/>
              </w:rPr>
              <w:t>, Warszawa</w:t>
            </w:r>
            <w:r w:rsidR="3B767C37" w:rsidRPr="001958EC">
              <w:rPr>
                <w:rFonts w:ascii="Corbel" w:hAnsi="Corbel"/>
                <w:b w:val="0"/>
                <w:smallCaps w:val="0"/>
              </w:rPr>
              <w:t xml:space="preserve"> 2019</w:t>
            </w:r>
          </w:p>
          <w:p w14:paraId="4F9EEB04" w14:textId="6F8ED771" w:rsidR="009C1EB1" w:rsidRPr="001958EC" w:rsidRDefault="009C1EB1" w:rsidP="318774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18A60C31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2E670D" w14:textId="77777777" w:rsidR="0085747A" w:rsidRPr="001958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3440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958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9E02A4" w14:textId="77777777" w:rsidR="00E306C9" w:rsidRDefault="00E306C9" w:rsidP="00C16ABF">
      <w:pPr>
        <w:spacing w:after="0" w:line="240" w:lineRule="auto"/>
      </w:pPr>
      <w:r>
        <w:separator/>
      </w:r>
    </w:p>
  </w:endnote>
  <w:endnote w:type="continuationSeparator" w:id="0">
    <w:p w14:paraId="2219D4CE" w14:textId="77777777" w:rsidR="00E306C9" w:rsidRDefault="00E306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FA142" w14:textId="77777777" w:rsidR="00E306C9" w:rsidRDefault="00E306C9" w:rsidP="00C16ABF">
      <w:pPr>
        <w:spacing w:after="0" w:line="240" w:lineRule="auto"/>
      </w:pPr>
      <w:r>
        <w:separator/>
      </w:r>
    </w:p>
  </w:footnote>
  <w:footnote w:type="continuationSeparator" w:id="0">
    <w:p w14:paraId="0614CBBC" w14:textId="77777777" w:rsidR="00E306C9" w:rsidRDefault="00E306C9" w:rsidP="00C16ABF">
      <w:pPr>
        <w:spacing w:after="0" w:line="240" w:lineRule="auto"/>
      </w:pPr>
      <w:r>
        <w:continuationSeparator/>
      </w:r>
    </w:p>
  </w:footnote>
  <w:footnote w:id="1">
    <w:p w14:paraId="083A8E9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4122D"/>
    <w:multiLevelType w:val="hybridMultilevel"/>
    <w:tmpl w:val="74624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343D14"/>
    <w:multiLevelType w:val="hybridMultilevel"/>
    <w:tmpl w:val="E0E8E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37E3E"/>
    <w:multiLevelType w:val="hybridMultilevel"/>
    <w:tmpl w:val="74624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240A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9FE"/>
    <w:rsid w:val="000A296F"/>
    <w:rsid w:val="000A2A28"/>
    <w:rsid w:val="000A3CDF"/>
    <w:rsid w:val="000B192D"/>
    <w:rsid w:val="000B28EE"/>
    <w:rsid w:val="000B3E37"/>
    <w:rsid w:val="000C0440"/>
    <w:rsid w:val="000D04B0"/>
    <w:rsid w:val="000D637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668"/>
    <w:rsid w:val="00164FA7"/>
    <w:rsid w:val="00166A03"/>
    <w:rsid w:val="001718A7"/>
    <w:rsid w:val="001737CF"/>
    <w:rsid w:val="0017512A"/>
    <w:rsid w:val="00176083"/>
    <w:rsid w:val="00192F37"/>
    <w:rsid w:val="001958EC"/>
    <w:rsid w:val="001A70D2"/>
    <w:rsid w:val="001D218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9636F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1A3"/>
    <w:rsid w:val="00414E3C"/>
    <w:rsid w:val="0042244A"/>
    <w:rsid w:val="0042745A"/>
    <w:rsid w:val="00431D5C"/>
    <w:rsid w:val="004362C6"/>
    <w:rsid w:val="00437FA2"/>
    <w:rsid w:val="00445970"/>
    <w:rsid w:val="00451AB4"/>
    <w:rsid w:val="00461EFC"/>
    <w:rsid w:val="004652C2"/>
    <w:rsid w:val="004706D1"/>
    <w:rsid w:val="00471326"/>
    <w:rsid w:val="0047598D"/>
    <w:rsid w:val="004840FD"/>
    <w:rsid w:val="00490F7D"/>
    <w:rsid w:val="00491678"/>
    <w:rsid w:val="00493552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0DAB"/>
    <w:rsid w:val="0056696D"/>
    <w:rsid w:val="0059484D"/>
    <w:rsid w:val="005A0855"/>
    <w:rsid w:val="005A133C"/>
    <w:rsid w:val="005A1EEA"/>
    <w:rsid w:val="005A3196"/>
    <w:rsid w:val="005B00A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1DE"/>
    <w:rsid w:val="00647FA8"/>
    <w:rsid w:val="00650C5F"/>
    <w:rsid w:val="00654934"/>
    <w:rsid w:val="006620D9"/>
    <w:rsid w:val="00671958"/>
    <w:rsid w:val="00675843"/>
    <w:rsid w:val="00696477"/>
    <w:rsid w:val="006C6F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BA"/>
    <w:rsid w:val="00745302"/>
    <w:rsid w:val="007461D6"/>
    <w:rsid w:val="00746EC8"/>
    <w:rsid w:val="00763BF1"/>
    <w:rsid w:val="00766FD4"/>
    <w:rsid w:val="0078168C"/>
    <w:rsid w:val="00787C2A"/>
    <w:rsid w:val="00790E27"/>
    <w:rsid w:val="00794BC2"/>
    <w:rsid w:val="007A4022"/>
    <w:rsid w:val="007A484E"/>
    <w:rsid w:val="007A6E6E"/>
    <w:rsid w:val="007C3299"/>
    <w:rsid w:val="007C3BCC"/>
    <w:rsid w:val="007C4546"/>
    <w:rsid w:val="007D2584"/>
    <w:rsid w:val="007D6E56"/>
    <w:rsid w:val="007E207A"/>
    <w:rsid w:val="007F4155"/>
    <w:rsid w:val="0081554D"/>
    <w:rsid w:val="0081707E"/>
    <w:rsid w:val="008336C7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200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68D4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12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5D4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4B8"/>
    <w:rsid w:val="00BB520A"/>
    <w:rsid w:val="00BC797F"/>
    <w:rsid w:val="00BD3869"/>
    <w:rsid w:val="00BD66E9"/>
    <w:rsid w:val="00BD6FF4"/>
    <w:rsid w:val="00BE3D1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D1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6E0F"/>
    <w:rsid w:val="00CF25BE"/>
    <w:rsid w:val="00CF78ED"/>
    <w:rsid w:val="00D02B25"/>
    <w:rsid w:val="00D02EBA"/>
    <w:rsid w:val="00D051A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6C6"/>
    <w:rsid w:val="00E129B8"/>
    <w:rsid w:val="00E21E7D"/>
    <w:rsid w:val="00E22D4F"/>
    <w:rsid w:val="00E22FBC"/>
    <w:rsid w:val="00E24BF5"/>
    <w:rsid w:val="00E25338"/>
    <w:rsid w:val="00E306C9"/>
    <w:rsid w:val="00E40A3B"/>
    <w:rsid w:val="00E51E44"/>
    <w:rsid w:val="00E63348"/>
    <w:rsid w:val="00E661B9"/>
    <w:rsid w:val="00E742AA"/>
    <w:rsid w:val="00E77E88"/>
    <w:rsid w:val="00E8107D"/>
    <w:rsid w:val="00E960BB"/>
    <w:rsid w:val="00E978D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44BE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C7DD2C9"/>
    <w:rsid w:val="31877497"/>
    <w:rsid w:val="33A1CB57"/>
    <w:rsid w:val="3B767C37"/>
    <w:rsid w:val="59ADE49C"/>
    <w:rsid w:val="6FE3B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AEC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C2EA28-5FB5-482F-84E0-0A4D9EAE1F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79EFAB-5F48-ED4F-96C1-E27801DC97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51F615-EE1D-48B8-BF3D-F55D86B02E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6C0A11-5275-4B4C-9904-F02CC1D12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833</Words>
  <Characters>4998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10</cp:revision>
  <cp:lastPrinted>2019-02-06T12:12:00Z</cp:lastPrinted>
  <dcterms:created xsi:type="dcterms:W3CDTF">2020-11-27T13:48:00Z</dcterms:created>
  <dcterms:modified xsi:type="dcterms:W3CDTF">2020-12-13T23:47:00Z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